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A1" w:rsidRDefault="005A6D89" w:rsidP="00C93EA1">
      <w:pPr>
        <w:pStyle w:val="IQB-Aufgabentitel"/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C93EA1">
        <w:rPr>
          <w:b/>
          <w:lang w:val="fr-FR"/>
        </w:rPr>
        <w:t xml:space="preserve"> </w:t>
      </w:r>
      <w:r w:rsidR="00C93EA1">
        <w:t>Albertville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092"/>
      </w:tblGrid>
      <w:tr w:rsidR="00C93EA1" w:rsidRPr="00C93EA1" w:rsidTr="00312B0C">
        <w:tc>
          <w:tcPr>
            <w:tcW w:w="0" w:type="dxa"/>
            <w:vAlign w:val="center"/>
          </w:tcPr>
          <w:p w:rsidR="00C93EA1" w:rsidRDefault="00C93EA1" w:rsidP="00312B0C">
            <w:pPr>
              <w:pStyle w:val="IQB-Merkmal"/>
            </w:pPr>
            <w:r>
              <w:t>Transkript</w:t>
            </w:r>
          </w:p>
        </w:tc>
        <w:tc>
          <w:tcPr>
            <w:tcW w:w="9637" w:type="dxa"/>
          </w:tcPr>
          <w:p w:rsidR="00C93EA1" w:rsidRPr="00750DC6" w:rsidRDefault="00C93EA1" w:rsidP="00312B0C">
            <w:pPr>
              <w:pStyle w:val="IQB-Merkmalswert"/>
              <w:rPr>
                <w:lang w:val="fr-FR"/>
              </w:rPr>
            </w:pPr>
            <w:r w:rsidRPr="00750DC6">
              <w:rPr>
                <w:lang w:val="fr-FR"/>
              </w:rPr>
              <w:t>Bonjour et bienvenue aux informations de tourisme d’Albertville, un service de l’Office de tourisme. Aujourd’hui nous sommes le 10 février. La température à 7 heures était de moins 14 degrés. Un soleil stable avec quelques nuages vous attend. Il y a 160 cm de neige. Tous les remonte-pentes sont en fonction. Pour les amateurs de ski de fond nous avons préparé 52 km de pistes. Pour les enfants, nous proposons notre compétition de sculptures de neige à 15 heures dans le parc ou le grand karaoké dans la salle de l’ancien village olympique. Sur la grande piste de luge il y aura la luge de nuit à partir de 19 heures. Toute la piste sera illuminée. Nous signalons que les enfants doivent être accompagnés d’un adulte. Les brasseries et les cafés d’Albertville vous invitent à l’après-ski dans une ambiance agréable. Les parkings sont préparés. Pour les hôtels</w:t>
            </w:r>
            <w:r>
              <w:rPr>
                <w:lang w:val="fr-FR"/>
              </w:rPr>
              <w:t xml:space="preserve"> et les pensions adressez-vous à</w:t>
            </w:r>
            <w:r w:rsidRPr="00750DC6">
              <w:rPr>
                <w:lang w:val="fr-FR"/>
              </w:rPr>
              <w:t xml:space="preserve"> l’office de tourisme d’Albertville, place de l’Europe, téléphone 04 79 32 04 22 ou regardez sur www.tourisme@albertville.com &lt;http://www.tourisme@albertville.com&gt;. Au plaisir de vous accueillir bientôt au cœur de la Tarentaise.</w:t>
            </w:r>
          </w:p>
        </w:tc>
      </w:tr>
    </w:tbl>
    <w:p w:rsidR="00C93EA1" w:rsidRDefault="001740FE" w:rsidP="00C93EA1">
      <w:pPr>
        <w:pStyle w:val="IQB-Teilaufgabentitel"/>
      </w:pPr>
      <w:r>
        <w:t>1</w:t>
      </w:r>
      <w:r w:rsidR="00C93EA1">
        <w:t>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7969"/>
      </w:tblGrid>
      <w:tr w:rsidR="00C93EA1" w:rsidTr="00312B0C">
        <w:tc>
          <w:tcPr>
            <w:tcW w:w="1332" w:type="dxa"/>
            <w:vAlign w:val="center"/>
          </w:tcPr>
          <w:p w:rsidR="00C93EA1" w:rsidRDefault="00C93EA1" w:rsidP="00312B0C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C93EA1" w:rsidRDefault="00C93EA1" w:rsidP="00312B0C">
            <w:pPr>
              <w:pStyle w:val="IQB-RSNormal"/>
            </w:pPr>
            <w:r>
              <w:t xml:space="preserve"> - 14 (minus 14)</w:t>
            </w:r>
          </w:p>
        </w:tc>
      </w:tr>
    </w:tbl>
    <w:p w:rsidR="00C93EA1" w:rsidRDefault="001740FE" w:rsidP="00C93EA1">
      <w:pPr>
        <w:pStyle w:val="IQB-Teilaufgabentitel"/>
      </w:pPr>
      <w:r>
        <w:t>1</w:t>
      </w:r>
      <w:r w:rsidR="00C93EA1">
        <w:t>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7968"/>
      </w:tblGrid>
      <w:tr w:rsidR="00C93EA1" w:rsidTr="00312B0C">
        <w:tc>
          <w:tcPr>
            <w:tcW w:w="1332" w:type="dxa"/>
            <w:vAlign w:val="center"/>
          </w:tcPr>
          <w:p w:rsidR="00C93EA1" w:rsidRDefault="00C93EA1" w:rsidP="00312B0C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C93EA1" w:rsidRDefault="00C93EA1" w:rsidP="00312B0C">
            <w:pPr>
              <w:pStyle w:val="IQB-RSNormal"/>
            </w:pPr>
            <w:r>
              <w:t>160</w:t>
            </w:r>
          </w:p>
        </w:tc>
      </w:tr>
    </w:tbl>
    <w:p w:rsidR="00C93EA1" w:rsidRDefault="001740FE" w:rsidP="00C93EA1">
      <w:pPr>
        <w:pStyle w:val="IQB-Teilaufgabentitel"/>
      </w:pPr>
      <w:r>
        <w:t>1</w:t>
      </w:r>
      <w:r w:rsidR="00C93EA1">
        <w:t>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7968"/>
      </w:tblGrid>
      <w:tr w:rsidR="00C93EA1" w:rsidTr="00312B0C">
        <w:tc>
          <w:tcPr>
            <w:tcW w:w="1332" w:type="dxa"/>
            <w:vAlign w:val="center"/>
          </w:tcPr>
          <w:p w:rsidR="00C93EA1" w:rsidRDefault="00C93EA1" w:rsidP="00312B0C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C93EA1" w:rsidRDefault="00C93EA1" w:rsidP="00312B0C">
            <w:pPr>
              <w:pStyle w:val="IQB-RSNormal"/>
            </w:pPr>
            <w:r>
              <w:t>52</w:t>
            </w:r>
          </w:p>
        </w:tc>
      </w:tr>
    </w:tbl>
    <w:p w:rsidR="00C93EA1" w:rsidRDefault="001740FE" w:rsidP="00C93EA1">
      <w:pPr>
        <w:pStyle w:val="IQB-Teilaufgabentitel"/>
      </w:pPr>
      <w:r>
        <w:t>1</w:t>
      </w:r>
      <w:r w:rsidR="00C93EA1">
        <w:t>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7970"/>
      </w:tblGrid>
      <w:tr w:rsidR="00C93EA1" w:rsidRPr="00C93EA1" w:rsidTr="00312B0C">
        <w:tc>
          <w:tcPr>
            <w:tcW w:w="1332" w:type="dxa"/>
            <w:vAlign w:val="center"/>
          </w:tcPr>
          <w:p w:rsidR="00C93EA1" w:rsidRDefault="00C93EA1" w:rsidP="00312B0C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C93EA1" w:rsidRPr="00750DC6" w:rsidRDefault="00C93EA1" w:rsidP="00312B0C">
            <w:pPr>
              <w:pStyle w:val="IQB-RSNormal"/>
              <w:rPr>
                <w:lang w:val="fr-FR"/>
              </w:rPr>
            </w:pPr>
            <w:r w:rsidRPr="00750DC6">
              <w:rPr>
                <w:lang w:val="fr-FR"/>
              </w:rPr>
              <w:t>(compétition de) sculptures de neige ODER karaoké ODER luge de nuit</w:t>
            </w:r>
          </w:p>
        </w:tc>
      </w:tr>
    </w:tbl>
    <w:p w:rsidR="00C93EA1" w:rsidRDefault="001740FE" w:rsidP="00C93EA1">
      <w:pPr>
        <w:pStyle w:val="IQB-Teilaufgabentitel"/>
      </w:pPr>
      <w:r>
        <w:t>1</w:t>
      </w:r>
      <w:bookmarkStart w:id="0" w:name="_GoBack"/>
      <w:bookmarkEnd w:id="0"/>
      <w:r w:rsidR="00C93EA1">
        <w:t>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8212"/>
      </w:tblGrid>
      <w:tr w:rsidR="00C93EA1" w:rsidTr="00312B0C">
        <w:tc>
          <w:tcPr>
            <w:tcW w:w="1203" w:type="dxa"/>
            <w:vAlign w:val="center"/>
          </w:tcPr>
          <w:p w:rsidR="00C93EA1" w:rsidRDefault="00C93EA1" w:rsidP="00312B0C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C93EA1" w:rsidRDefault="00C93EA1" w:rsidP="00312B0C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37FCD662" wp14:editId="79B9335B">
                  <wp:extent cx="5328000" cy="1193610"/>
                  <wp:effectExtent l="19050" t="0" r="9525" b="0"/>
                  <wp:docPr id="2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8000" cy="119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A4D" w:rsidRPr="00EF376F" w:rsidRDefault="007E0A4D" w:rsidP="00CA173E">
      <w:pPr>
        <w:pStyle w:val="berschrift2"/>
        <w:jc w:val="center"/>
        <w:rPr>
          <w:b w:val="0"/>
          <w:sz w:val="28"/>
        </w:rPr>
      </w:pPr>
    </w:p>
    <w:sectPr w:rsidR="007E0A4D" w:rsidRPr="00EF376F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7C1" w:rsidRDefault="00F507C1">
      <w:r>
        <w:separator/>
      </w:r>
    </w:p>
  </w:endnote>
  <w:endnote w:type="continuationSeparator" w:id="0">
    <w:p w:rsidR="00F507C1" w:rsidRDefault="00F5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7C1" w:rsidRDefault="00F507C1">
      <w:r>
        <w:separator/>
      </w:r>
    </w:p>
  </w:footnote>
  <w:footnote w:type="continuationSeparator" w:id="0">
    <w:p w:rsidR="00F507C1" w:rsidRDefault="00F5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40FE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9034C"/>
    <w:rsid w:val="00593590"/>
    <w:rsid w:val="005A6D89"/>
    <w:rsid w:val="005D22C4"/>
    <w:rsid w:val="005E435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3EA1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507C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61473C"/>
  <w15:docId w15:val="{950C004F-195B-4F27-B09D-EDBD979C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rsid w:val="00C93EA1"/>
    <w:pPr>
      <w:spacing w:before="240" w:line="240" w:lineRule="auto"/>
      <w:jc w:val="center"/>
    </w:pPr>
  </w:style>
  <w:style w:type="paragraph" w:customStyle="1" w:styleId="IQB-Teilaufgabentitel">
    <w:name w:val="IQB-Teilaufgabentitel"/>
    <w:basedOn w:val="Standard"/>
    <w:link w:val="IQB-TeilaufgabentitelZchn"/>
    <w:rsid w:val="00C93EA1"/>
    <w:pPr>
      <w:keepNext/>
      <w:spacing w:before="120" w:after="120"/>
    </w:pPr>
    <w:rPr>
      <w:b/>
    </w:rPr>
  </w:style>
  <w:style w:type="paragraph" w:customStyle="1" w:styleId="IQB-RSNormal">
    <w:name w:val="IQB-RSNormal"/>
    <w:basedOn w:val="Standard"/>
    <w:link w:val="IQB-RSNormalZchn"/>
    <w:qFormat/>
    <w:rsid w:val="00C93EA1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C93EA1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C93EA1"/>
    <w:pPr>
      <w:spacing w:after="0"/>
    </w:pPr>
  </w:style>
  <w:style w:type="character" w:customStyle="1" w:styleId="IQB-RSCodeValueZchn">
    <w:name w:val="IQB-RSCodeValue Zchn"/>
    <w:basedOn w:val="Absatz-Standardschriftart"/>
    <w:link w:val="IQB-RSCodeValue"/>
    <w:rsid w:val="00C93EA1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C93EA1"/>
    <w:rPr>
      <w:rFonts w:ascii="Arial" w:hAnsi="Arial"/>
      <w:b/>
      <w:sz w:val="22"/>
      <w:szCs w:val="24"/>
    </w:rPr>
  </w:style>
  <w:style w:type="paragraph" w:customStyle="1" w:styleId="IQB-Merkmal">
    <w:name w:val="IQB-Merkmal"/>
    <w:basedOn w:val="Standard"/>
    <w:link w:val="IQB-MerkmalZchn"/>
    <w:qFormat/>
    <w:rsid w:val="00C93EA1"/>
    <w:pPr>
      <w:spacing w:after="0"/>
    </w:pPr>
    <w:rPr>
      <w:szCs w:val="22"/>
    </w:rPr>
  </w:style>
  <w:style w:type="paragraph" w:customStyle="1" w:styleId="IQB-Merkmalswert">
    <w:name w:val="IQB-Merkmalswert"/>
    <w:basedOn w:val="Standard"/>
    <w:link w:val="IQB-MerkmalswertZchn"/>
    <w:qFormat/>
    <w:rsid w:val="00C93EA1"/>
    <w:pPr>
      <w:spacing w:after="0"/>
    </w:pPr>
  </w:style>
  <w:style w:type="character" w:customStyle="1" w:styleId="IQB-MerkmalZchn">
    <w:name w:val="IQB-Merkmal Zchn"/>
    <w:basedOn w:val="IQB-TeilaufgabentitelZchn"/>
    <w:link w:val="IQB-Merkmal"/>
    <w:rsid w:val="00C93EA1"/>
    <w:rPr>
      <w:rFonts w:ascii="Arial" w:hAnsi="Arial"/>
      <w:b w:val="0"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C93EA1"/>
    <w:rPr>
      <w:rFonts w:ascii="Arial" w:hAnsi="Arial"/>
      <w:b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2015-12-11T11:57:00Z</dcterms:created>
  <dcterms:modified xsi:type="dcterms:W3CDTF">2020-11-09T10:40:00Z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